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A5B" w:rsidRDefault="00536A5B" w:rsidP="00E4077D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b/>
          <w:bCs/>
          <w:sz w:val="26"/>
          <w:szCs w:val="26"/>
        </w:rPr>
      </w:pPr>
    </w:p>
    <w:p w:rsidR="00536A5B" w:rsidRDefault="00536A5B" w:rsidP="00E4077D">
      <w:pPr>
        <w:autoSpaceDE w:val="0"/>
        <w:autoSpaceDN w:val="0"/>
        <w:adjustRightInd w:val="0"/>
        <w:jc w:val="both"/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t>PÁPAKÖRNYÉKI ÖNKORMÁNYZATOK</w:t>
      </w:r>
    </w:p>
    <w:p w:rsidR="00536A5B" w:rsidRDefault="00536A5B" w:rsidP="00E4077D">
      <w:pPr>
        <w:autoSpaceDE w:val="0"/>
        <w:autoSpaceDN w:val="0"/>
        <w:adjustRightInd w:val="0"/>
        <w:jc w:val="both"/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t xml:space="preserve">       FELADATELLÁTÓ TÁRSULÁS</w:t>
      </w:r>
    </w:p>
    <w:p w:rsidR="00536A5B" w:rsidRDefault="00536A5B" w:rsidP="00E4077D">
      <w:pPr>
        <w:autoSpaceDE w:val="0"/>
        <w:autoSpaceDN w:val="0"/>
        <w:adjustRightInd w:val="0"/>
        <w:jc w:val="both"/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t xml:space="preserve">                        ELNÖKE </w:t>
      </w:r>
    </w:p>
    <w:p w:rsidR="00536A5B" w:rsidRDefault="00536A5B" w:rsidP="00E4077D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t xml:space="preserve">              8542</w:t>
      </w:r>
      <w:bookmarkStart w:id="0" w:name="_GoBack"/>
      <w:bookmarkEnd w:id="0"/>
      <w:r>
        <w:rPr>
          <w:rFonts w:ascii="Garamond" w:hAnsi="Garamond"/>
          <w:b/>
          <w:bCs/>
          <w:sz w:val="26"/>
          <w:szCs w:val="26"/>
        </w:rPr>
        <w:t xml:space="preserve"> Vaszar, Fő u. 29.</w:t>
      </w:r>
    </w:p>
    <w:p w:rsidR="00536A5B" w:rsidRDefault="00536A5B" w:rsidP="00E4077D">
      <w:pPr>
        <w:autoSpaceDE w:val="0"/>
        <w:autoSpaceDN w:val="0"/>
        <w:adjustRightInd w:val="0"/>
        <w:jc w:val="both"/>
        <w:rPr>
          <w:rFonts w:ascii="Garamond" w:hAnsi="Garamond"/>
          <w:b/>
          <w:bCs/>
          <w:sz w:val="26"/>
          <w:szCs w:val="26"/>
        </w:rPr>
      </w:pPr>
    </w:p>
    <w:p w:rsidR="00536A5B" w:rsidRDefault="00536A5B" w:rsidP="00E4077D">
      <w:pPr>
        <w:autoSpaceDE w:val="0"/>
        <w:autoSpaceDN w:val="0"/>
        <w:adjustRightInd w:val="0"/>
        <w:jc w:val="both"/>
        <w:rPr>
          <w:rFonts w:ascii="Garamond" w:hAnsi="Garamond"/>
          <w:b/>
          <w:bCs/>
          <w:sz w:val="26"/>
          <w:szCs w:val="26"/>
        </w:rPr>
      </w:pPr>
    </w:p>
    <w:p w:rsidR="00536A5B" w:rsidRPr="00553110" w:rsidRDefault="00536A5B" w:rsidP="00E4077D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6"/>
          <w:szCs w:val="26"/>
        </w:rPr>
      </w:pPr>
      <w:r w:rsidRPr="00553110">
        <w:rPr>
          <w:rFonts w:ascii="Times New Roman" w:hAnsi="Times New Roman"/>
          <w:bCs/>
          <w:sz w:val="26"/>
          <w:szCs w:val="26"/>
        </w:rPr>
        <w:t>Előterjesztés</w:t>
      </w:r>
    </w:p>
    <w:p w:rsidR="00536A5B" w:rsidRDefault="00536A5B" w:rsidP="00E4077D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a Pápakörnyéki Önkormányzatok Feladatellátó </w:t>
      </w:r>
      <w:r w:rsidRPr="00553110">
        <w:rPr>
          <w:rFonts w:ascii="Times New Roman" w:hAnsi="Times New Roman"/>
          <w:bCs/>
          <w:sz w:val="26"/>
          <w:szCs w:val="26"/>
        </w:rPr>
        <w:t xml:space="preserve">Társulás </w:t>
      </w:r>
    </w:p>
    <w:p w:rsidR="00536A5B" w:rsidRPr="00553110" w:rsidRDefault="00536A5B" w:rsidP="00E4077D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6"/>
          <w:szCs w:val="26"/>
        </w:rPr>
      </w:pPr>
      <w:r w:rsidRPr="00553110">
        <w:rPr>
          <w:rFonts w:ascii="Times New Roman" w:hAnsi="Times New Roman"/>
          <w:bCs/>
          <w:sz w:val="26"/>
          <w:szCs w:val="26"/>
        </w:rPr>
        <w:t>Társulási Tanácsa</w:t>
      </w:r>
    </w:p>
    <w:p w:rsidR="00536A5B" w:rsidRPr="00553110" w:rsidRDefault="00536A5B" w:rsidP="00E4077D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2015. május 27</w:t>
      </w:r>
      <w:r w:rsidRPr="00553110">
        <w:rPr>
          <w:rFonts w:ascii="Times New Roman" w:hAnsi="Times New Roman"/>
          <w:bCs/>
          <w:sz w:val="26"/>
          <w:szCs w:val="26"/>
        </w:rPr>
        <w:t>-i ülésére</w:t>
      </w:r>
    </w:p>
    <w:p w:rsidR="00536A5B" w:rsidRPr="00553110" w:rsidRDefault="00536A5B" w:rsidP="00E4077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:rsidR="00536A5B" w:rsidRPr="00AD033E" w:rsidRDefault="00536A5B" w:rsidP="00E4077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6"/>
          <w:szCs w:val="26"/>
        </w:rPr>
        <w:t>T</w:t>
      </w:r>
      <w:r w:rsidRPr="00AD033E">
        <w:rPr>
          <w:rFonts w:ascii="Times New Roman" w:hAnsi="Times New Roman"/>
          <w:bCs/>
          <w:sz w:val="24"/>
          <w:szCs w:val="24"/>
        </w:rPr>
        <w:t>árgy: Intézményi</w:t>
      </w:r>
      <w:r>
        <w:rPr>
          <w:rFonts w:ascii="Times New Roman" w:hAnsi="Times New Roman"/>
          <w:bCs/>
          <w:sz w:val="24"/>
          <w:szCs w:val="24"/>
        </w:rPr>
        <w:t xml:space="preserve"> térítési díj módosítása</w:t>
      </w:r>
    </w:p>
    <w:p w:rsidR="00536A5B" w:rsidRPr="00AD033E" w:rsidRDefault="00536A5B" w:rsidP="00E4077D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sz w:val="24"/>
          <w:szCs w:val="24"/>
        </w:rPr>
      </w:pPr>
    </w:p>
    <w:p w:rsidR="00536A5B" w:rsidRDefault="00536A5B" w:rsidP="00E4077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7232CE">
        <w:rPr>
          <w:rFonts w:ascii="Times New Roman" w:hAnsi="Times New Roman"/>
          <w:b/>
          <w:bCs/>
          <w:sz w:val="24"/>
          <w:szCs w:val="24"/>
        </w:rPr>
        <w:t>Tisztelt Társulási Tanács!</w:t>
      </w:r>
    </w:p>
    <w:p w:rsidR="00536A5B" w:rsidRDefault="00536A5B" w:rsidP="00E4077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36A5B" w:rsidRDefault="00536A5B" w:rsidP="00E4077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Kup Község Önkormányzatának Képviselő-testülete 7/2015. (V. 11.) önkormányzati rendeletével 100 Ft/óra, Pápakovácsi Község Önkormányzatának Képviselő-testülete 5/2015. (V. 11.) önkormányzati rendeletével 80 Ft/óra támogatást állapított meg az illetékességi területükön ellátott, házi segítségnyújtásban részesülők részére a Társulási Tanács által megállapított intézményi térítési díjhoz.</w:t>
      </w:r>
    </w:p>
    <w:p w:rsidR="00536A5B" w:rsidRDefault="00536A5B" w:rsidP="00E4077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Képviselő-testületek által elfogadott támogatás 2015. július 1-től lép hatályba. </w:t>
      </w:r>
    </w:p>
    <w:p w:rsidR="00536A5B" w:rsidRPr="0076618D" w:rsidRDefault="00536A5B" w:rsidP="00E4077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76618D">
        <w:rPr>
          <w:rFonts w:ascii="Times New Roman" w:hAnsi="Times New Roman"/>
          <w:b/>
          <w:bCs/>
          <w:sz w:val="24"/>
          <w:szCs w:val="24"/>
        </w:rPr>
        <w:t>Annak érdekében, hogy az alábbi eljárási rendet figyelembe véve a térítési díj módosítását annak tervezett hatályba lépéséig át lehessen vezetni</w:t>
      </w:r>
      <w:r>
        <w:rPr>
          <w:rFonts w:ascii="Times New Roman" w:hAnsi="Times New Roman"/>
          <w:b/>
          <w:bCs/>
          <w:sz w:val="24"/>
          <w:szCs w:val="24"/>
        </w:rPr>
        <w:t>, az erről szóló rendeletet meg lehessen alkotni,</w:t>
      </w:r>
      <w:r w:rsidRPr="0076618D">
        <w:rPr>
          <w:rFonts w:ascii="Times New Roman" w:hAnsi="Times New Roman"/>
          <w:b/>
          <w:bCs/>
          <w:sz w:val="24"/>
          <w:szCs w:val="24"/>
        </w:rPr>
        <w:t xml:space="preserve"> szükséges, hogy a tag önkormányzatok Képviselő-testületei a rendelet-tervezet elfogadásához szükséges hozzájárulásukat mielőbb megadják.</w:t>
      </w:r>
    </w:p>
    <w:p w:rsidR="00536A5B" w:rsidRDefault="00536A5B" w:rsidP="00E4077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36A5B" w:rsidRPr="00AD033E" w:rsidRDefault="00536A5B" w:rsidP="00C70AEC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Társulási Tanács a szociális igazgatásról és szociális ellátásról szóló 1993. évi III. törvény (továbbiakban: Szctv.) 92. § (1) bekezdés b) pontja alapján</w:t>
      </w:r>
      <w:r w:rsidRPr="00AD033E">
        <w:rPr>
          <w:rFonts w:ascii="Times New Roman" w:hAnsi="Times New Roman"/>
          <w:bCs/>
          <w:sz w:val="24"/>
          <w:szCs w:val="24"/>
        </w:rPr>
        <w:t xml:space="preserve"> a személyes gondoskodást nyújtó ellátásokról, azok igénybevételéről, valamint a fizetendő térítési díjakról a helyi önkormányzat, ha a fenntartó társulás, akkor a társulási megállapodásban erre kijelölt települési önkormányzat a társulási megállapodásban meghatározottak szerint rendeletet alkot. </w:t>
      </w:r>
    </w:p>
    <w:p w:rsidR="00536A5B" w:rsidRPr="00AD033E" w:rsidRDefault="00536A5B" w:rsidP="00E4077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36A5B" w:rsidRPr="00AD033E" w:rsidRDefault="00536A5B" w:rsidP="00E4077D">
      <w:pPr>
        <w:jc w:val="both"/>
        <w:rPr>
          <w:rFonts w:ascii="Times New Roman" w:hAnsi="Times New Roman"/>
          <w:sz w:val="24"/>
          <w:szCs w:val="24"/>
        </w:rPr>
      </w:pPr>
      <w:r w:rsidRPr="00AD033E">
        <w:rPr>
          <w:rFonts w:ascii="Times New Roman" w:hAnsi="Times New Roman"/>
          <w:sz w:val="24"/>
          <w:szCs w:val="24"/>
        </w:rPr>
        <w:t xml:space="preserve">A szociális igazgatásról és szociális ellátásokról szóló 1993. évi III. törvény (továbbiakban: Szoctv.) 4. § (1) bekezdése ma) pont alapján a helyi önkormányzatok társulása állami fenntartónak minősül. </w:t>
      </w:r>
    </w:p>
    <w:p w:rsidR="00536A5B" w:rsidRPr="00AD033E" w:rsidRDefault="00536A5B" w:rsidP="00E4077D">
      <w:pPr>
        <w:rPr>
          <w:rFonts w:ascii="Times New Roman" w:hAnsi="Times New Roman"/>
          <w:sz w:val="24"/>
          <w:szCs w:val="24"/>
        </w:rPr>
      </w:pPr>
    </w:p>
    <w:p w:rsidR="00536A5B" w:rsidRDefault="00536A5B" w:rsidP="00E4077D">
      <w:pPr>
        <w:jc w:val="both"/>
        <w:rPr>
          <w:rFonts w:ascii="Times New Roman" w:hAnsi="Times New Roman"/>
          <w:sz w:val="24"/>
          <w:szCs w:val="24"/>
        </w:rPr>
      </w:pPr>
      <w:r w:rsidRPr="00AD033E">
        <w:rPr>
          <w:rFonts w:ascii="Times New Roman" w:hAnsi="Times New Roman"/>
          <w:sz w:val="24"/>
          <w:szCs w:val="24"/>
        </w:rPr>
        <w:t xml:space="preserve">A Szoctv. 92/B. § (1) bekezdés a) pontja szerint a térítési díj meghatározása a személyes gondoskodást nyújtó szociális szolgáltató, illetve intézmény fenntartójának feladata. </w:t>
      </w:r>
    </w:p>
    <w:p w:rsidR="00536A5B" w:rsidRDefault="00536A5B" w:rsidP="00E4077D">
      <w:pPr>
        <w:jc w:val="both"/>
        <w:rPr>
          <w:rFonts w:ascii="Times New Roman" w:hAnsi="Times New Roman"/>
          <w:sz w:val="24"/>
          <w:szCs w:val="24"/>
        </w:rPr>
      </w:pPr>
      <w:r w:rsidRPr="00AD033E">
        <w:rPr>
          <w:rFonts w:ascii="Times New Roman" w:hAnsi="Times New Roman"/>
          <w:sz w:val="24"/>
          <w:szCs w:val="24"/>
        </w:rPr>
        <w:t xml:space="preserve">Az intézményi térítési díj számításának módját a Szoctv. 115. § </w:t>
      </w:r>
      <w:r>
        <w:rPr>
          <w:rFonts w:ascii="Times New Roman" w:hAnsi="Times New Roman"/>
          <w:sz w:val="24"/>
          <w:szCs w:val="24"/>
        </w:rPr>
        <w:t>(1) bekezdése határozza meg.</w:t>
      </w:r>
      <w:r w:rsidRPr="00AD033E">
        <w:rPr>
          <w:rFonts w:ascii="Times New Roman" w:hAnsi="Times New Roman"/>
          <w:sz w:val="24"/>
          <w:szCs w:val="24"/>
        </w:rPr>
        <w:t xml:space="preserve"> </w:t>
      </w:r>
    </w:p>
    <w:p w:rsidR="00536A5B" w:rsidRDefault="00536A5B" w:rsidP="00E4077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intézményi térítési díj</w:t>
      </w:r>
      <w:r w:rsidRPr="00AD033E">
        <w:rPr>
          <w:rFonts w:ascii="Times New Roman" w:hAnsi="Times New Roman"/>
          <w:sz w:val="24"/>
          <w:szCs w:val="24"/>
        </w:rPr>
        <w:t xml:space="preserve"> év közben egy alkalommal korrigálható, ha azt a tárgyidőszaki folyamatok indokolják. </w:t>
      </w:r>
    </w:p>
    <w:p w:rsidR="00536A5B" w:rsidRPr="00AD033E" w:rsidRDefault="00536A5B" w:rsidP="00E4077D">
      <w:pPr>
        <w:jc w:val="both"/>
        <w:rPr>
          <w:rFonts w:ascii="Times New Roman" w:hAnsi="Times New Roman"/>
          <w:sz w:val="24"/>
          <w:szCs w:val="24"/>
        </w:rPr>
      </w:pPr>
      <w:r w:rsidRPr="00AD033E">
        <w:rPr>
          <w:rFonts w:ascii="Times New Roman" w:hAnsi="Times New Roman"/>
          <w:sz w:val="24"/>
          <w:szCs w:val="24"/>
        </w:rPr>
        <w:t xml:space="preserve">A Szoctv. 114. § (3) bekezdésben foglaltak alapján ingyenes ellátásban kell részesíteni azt a jogosultat, aki jövedelemmel nem rendelkezik. </w:t>
      </w:r>
    </w:p>
    <w:p w:rsidR="00536A5B" w:rsidRPr="00AD033E" w:rsidRDefault="00536A5B" w:rsidP="00E4077D">
      <w:pPr>
        <w:jc w:val="both"/>
        <w:rPr>
          <w:rFonts w:ascii="Times New Roman" w:hAnsi="Times New Roman"/>
          <w:sz w:val="24"/>
          <w:szCs w:val="24"/>
        </w:rPr>
      </w:pPr>
    </w:p>
    <w:p w:rsidR="00536A5B" w:rsidRPr="00AD033E" w:rsidRDefault="00536A5B" w:rsidP="00E4077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AD033E">
        <w:rPr>
          <w:rFonts w:ascii="Times New Roman" w:hAnsi="Times New Roman"/>
          <w:bCs/>
          <w:sz w:val="24"/>
          <w:szCs w:val="24"/>
        </w:rPr>
        <w:t>A jogalkotásról szóló 2010. évi CXXX. törvény 5. § (1a) bekezdése alapján</w:t>
      </w:r>
    </w:p>
    <w:p w:rsidR="00536A5B" w:rsidRDefault="00536A5B" w:rsidP="00AD033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AD033E">
        <w:rPr>
          <w:rFonts w:ascii="Times New Roman" w:hAnsi="Times New Roman"/>
          <w:sz w:val="24"/>
          <w:szCs w:val="24"/>
        </w:rPr>
        <w:t>Ha a felhatalmazás jogosultja a helyi önkormányzat képviselő-testülete, társulás esetén - ha a társulási megállapodásban meghatározott feladat- és hatáskör a felhatalmazás tárgyának szabályozására kiterjed - az önkormányzati rendelet megalkotására a társulási megállapodásban kijelölt vagy ennek hiányában a társulás székhelye szerinti helyi önkormányzat képviselő-testülete jogosult. A rendelet megalkotásához a társulásban résztvevő helyi önkormányzat képviselőtestületének hozzájárulása szükséges.</w:t>
      </w:r>
      <w:r>
        <w:rPr>
          <w:rFonts w:ascii="Times New Roman" w:hAnsi="Times New Roman"/>
          <w:sz w:val="24"/>
          <w:szCs w:val="24"/>
        </w:rPr>
        <w:t>”</w:t>
      </w:r>
    </w:p>
    <w:p w:rsidR="00536A5B" w:rsidRDefault="00536A5B" w:rsidP="00AD033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36A5B" w:rsidRDefault="00536A5B" w:rsidP="00AD033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Társulási Megállapodás a 8.6. pontja a következőket tartalmazza:</w:t>
      </w:r>
    </w:p>
    <w:p w:rsidR="00536A5B" w:rsidRPr="007232CE" w:rsidRDefault="00536A5B" w:rsidP="007232CE">
      <w:pPr>
        <w:jc w:val="both"/>
        <w:rPr>
          <w:rFonts w:ascii="Times New Roman" w:hAnsi="Times New Roman"/>
          <w:sz w:val="24"/>
          <w:szCs w:val="24"/>
        </w:rPr>
      </w:pPr>
      <w:r w:rsidRPr="007232CE">
        <w:rPr>
          <w:rFonts w:ascii="Times New Roman" w:hAnsi="Times New Roman"/>
          <w:sz w:val="24"/>
          <w:szCs w:val="24"/>
        </w:rPr>
        <w:t xml:space="preserve">8.6 A Társulási Tanács a Társulás által ellátott személyes gondoskodást nyújtó ellátásokról, azok igénybevételéről, valamint a fizetendő térítési díjakról szóló rendelet megalkotására Vaszar Község Önkormányzat Képviselő-testületét jelöli ki. </w:t>
      </w:r>
    </w:p>
    <w:p w:rsidR="00536A5B" w:rsidRPr="007232CE" w:rsidRDefault="00536A5B" w:rsidP="007232CE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7232CE">
        <w:rPr>
          <w:rFonts w:ascii="Times New Roman" w:hAnsi="Times New Roman"/>
          <w:sz w:val="24"/>
          <w:szCs w:val="24"/>
        </w:rPr>
        <w:t>Az intézményi térítési díj megállapítása az alábbi szabályok alapján történik:</w:t>
      </w:r>
    </w:p>
    <w:p w:rsidR="00536A5B" w:rsidRPr="007232CE" w:rsidRDefault="00536A5B" w:rsidP="007232CE">
      <w:pPr>
        <w:pStyle w:val="BodyTextIndent2"/>
        <w:tabs>
          <w:tab w:val="left" w:pos="360"/>
        </w:tabs>
        <w:ind w:left="0"/>
        <w:rPr>
          <w:szCs w:val="24"/>
        </w:rPr>
      </w:pPr>
      <w:r w:rsidRPr="007232CE">
        <w:rPr>
          <w:szCs w:val="24"/>
        </w:rPr>
        <w:t>a) Az intézményi térítési díjat a Társulási Tanács határozatban fogadja el.</w:t>
      </w:r>
    </w:p>
    <w:p w:rsidR="00536A5B" w:rsidRPr="007232CE" w:rsidRDefault="00536A5B" w:rsidP="007232CE">
      <w:pPr>
        <w:pStyle w:val="BodyTextIndent2"/>
        <w:tabs>
          <w:tab w:val="left" w:pos="360"/>
        </w:tabs>
        <w:ind w:left="0"/>
        <w:rPr>
          <w:szCs w:val="24"/>
        </w:rPr>
      </w:pPr>
      <w:r w:rsidRPr="007232CE">
        <w:rPr>
          <w:szCs w:val="24"/>
        </w:rPr>
        <w:t>b) A Társulási Tanács által elfogadott intézményi térítési díjat a Társulás szociális alapfeladatot ellátó önkormányzatok illetékességi területére Vaszar Község Önkormányzatának Képviselő-testülete rendeletben állapítja meg.</w:t>
      </w:r>
    </w:p>
    <w:p w:rsidR="00536A5B" w:rsidRPr="007232CE" w:rsidRDefault="00536A5B" w:rsidP="007232CE">
      <w:pPr>
        <w:pStyle w:val="BodyTextIndent2"/>
        <w:tabs>
          <w:tab w:val="left" w:pos="360"/>
        </w:tabs>
        <w:ind w:left="0"/>
        <w:rPr>
          <w:szCs w:val="24"/>
        </w:rPr>
      </w:pPr>
      <w:r w:rsidRPr="007232CE">
        <w:rPr>
          <w:szCs w:val="24"/>
        </w:rPr>
        <w:t>c) a kötelező szociális alapellátásban részt vevő önkormányzat saját rendeletében az intézményi térítési díj vonatkozásában ellátottak részére, annak csökkentése érdekében támogatást állapíthat meg.</w:t>
      </w:r>
    </w:p>
    <w:p w:rsidR="00536A5B" w:rsidRPr="007232CE" w:rsidRDefault="00536A5B" w:rsidP="007232CE">
      <w:pPr>
        <w:pStyle w:val="BodyTextIndent2"/>
        <w:tabs>
          <w:tab w:val="left" w:pos="360"/>
        </w:tabs>
        <w:ind w:left="0"/>
        <w:rPr>
          <w:szCs w:val="24"/>
        </w:rPr>
      </w:pPr>
      <w:r w:rsidRPr="007232CE">
        <w:rPr>
          <w:szCs w:val="24"/>
        </w:rPr>
        <w:t>d) A támogatást megállapító önkormányzat polgármestere, a Társulás képviseletében az elnök, valamint a Pápakörnyéki Önkormányzatok Feladatellátó Intézménye a támogatás átutalásáról, elszámolásáról háromoldalú megállapodást köt.</w:t>
      </w:r>
    </w:p>
    <w:p w:rsidR="00536A5B" w:rsidRPr="007232CE" w:rsidRDefault="00536A5B" w:rsidP="007232CE">
      <w:pPr>
        <w:pStyle w:val="BodyTextIndent2"/>
        <w:tabs>
          <w:tab w:val="left" w:pos="360"/>
        </w:tabs>
        <w:ind w:left="0"/>
        <w:rPr>
          <w:szCs w:val="24"/>
        </w:rPr>
      </w:pPr>
      <w:r w:rsidRPr="007232CE">
        <w:rPr>
          <w:szCs w:val="24"/>
        </w:rPr>
        <w:t>e) Abban az esetben, ha az ellátásban részesülő a jogszabályi előírások miatt az intézményi térítési díj fizetésre részben, vagy egészben nem kötelezhető, az ellátott helyett az intézményi térítési díj és a személyi térítési díj különbözetét  a területileg illetékes (feladatellátásra kötelezett) önkormányzat  fizeti meg a d) pont szerinti megállapodás megkötésével.</w:t>
      </w:r>
    </w:p>
    <w:p w:rsidR="00536A5B" w:rsidRDefault="00536A5B" w:rsidP="00AD033E">
      <w:pPr>
        <w:pStyle w:val="BodyTextIndent2"/>
        <w:tabs>
          <w:tab w:val="left" w:pos="360"/>
        </w:tabs>
        <w:ind w:left="0"/>
        <w:rPr>
          <w:szCs w:val="24"/>
        </w:rPr>
      </w:pPr>
    </w:p>
    <w:p w:rsidR="00536A5B" w:rsidRPr="00724C32" w:rsidRDefault="00536A5B" w:rsidP="00724C32">
      <w:pPr>
        <w:pStyle w:val="BodyTextIndent2"/>
        <w:tabs>
          <w:tab w:val="left" w:pos="360"/>
        </w:tabs>
        <w:ind w:left="0"/>
        <w:rPr>
          <w:szCs w:val="24"/>
        </w:rPr>
      </w:pPr>
      <w:r>
        <w:rPr>
          <w:szCs w:val="24"/>
        </w:rPr>
        <w:t>A fent ismertetett jogszabályi előírások, valamint a Társulási Megállapodás alapján Társulási Tanácsnak jelen előterjesztés keretében az intézményi térítési díj elfogadására vonatkozó határozati javaslatot terjesztem elő.</w:t>
      </w:r>
    </w:p>
    <w:p w:rsidR="00536A5B" w:rsidRPr="00AD033E" w:rsidRDefault="00536A5B" w:rsidP="00AD033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36A5B" w:rsidRPr="00553110" w:rsidRDefault="00536A5B" w:rsidP="00E4077D">
      <w:pPr>
        <w:jc w:val="both"/>
        <w:rPr>
          <w:rFonts w:ascii="Times New Roman" w:hAnsi="Times New Roman"/>
          <w:sz w:val="26"/>
          <w:szCs w:val="26"/>
        </w:rPr>
      </w:pPr>
      <w:r w:rsidRPr="00553110">
        <w:rPr>
          <w:rFonts w:ascii="Times New Roman" w:hAnsi="Times New Roman"/>
          <w:sz w:val="26"/>
          <w:szCs w:val="26"/>
        </w:rPr>
        <w:t xml:space="preserve">Kérem a Tisztelt Társulási Tanácsot, hogy az előterjesztést megtárgyalni és az alábbi határozati javaslatot elfogadni szíveskedjen. </w:t>
      </w:r>
    </w:p>
    <w:p w:rsidR="00536A5B" w:rsidRPr="00553110" w:rsidRDefault="00536A5B" w:rsidP="00E4077D">
      <w:pPr>
        <w:jc w:val="both"/>
        <w:rPr>
          <w:rFonts w:ascii="Times New Roman" w:hAnsi="Times New Roman"/>
          <w:sz w:val="26"/>
          <w:szCs w:val="26"/>
        </w:rPr>
      </w:pPr>
    </w:p>
    <w:p w:rsidR="00536A5B" w:rsidRPr="00553110" w:rsidRDefault="00536A5B" w:rsidP="00E4077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Vaszar, 2015. május 26.</w:t>
      </w:r>
    </w:p>
    <w:p w:rsidR="00536A5B" w:rsidRPr="00553110" w:rsidRDefault="00536A5B" w:rsidP="00E4077D">
      <w:pPr>
        <w:jc w:val="both"/>
        <w:rPr>
          <w:rFonts w:ascii="Times New Roman" w:hAnsi="Times New Roman"/>
          <w:sz w:val="26"/>
          <w:szCs w:val="26"/>
        </w:rPr>
      </w:pPr>
      <w:r w:rsidRPr="00553110">
        <w:rPr>
          <w:rFonts w:ascii="Times New Roman" w:hAnsi="Times New Roman"/>
          <w:sz w:val="26"/>
          <w:szCs w:val="26"/>
        </w:rPr>
        <w:tab/>
      </w:r>
      <w:r w:rsidRPr="00553110">
        <w:rPr>
          <w:rFonts w:ascii="Times New Roman" w:hAnsi="Times New Roman"/>
          <w:sz w:val="26"/>
          <w:szCs w:val="26"/>
        </w:rPr>
        <w:tab/>
      </w:r>
      <w:r w:rsidRPr="00553110">
        <w:rPr>
          <w:rFonts w:ascii="Times New Roman" w:hAnsi="Times New Roman"/>
          <w:sz w:val="26"/>
          <w:szCs w:val="26"/>
        </w:rPr>
        <w:tab/>
      </w:r>
      <w:r w:rsidRPr="00553110">
        <w:rPr>
          <w:rFonts w:ascii="Times New Roman" w:hAnsi="Times New Roman"/>
          <w:sz w:val="26"/>
          <w:szCs w:val="26"/>
        </w:rPr>
        <w:tab/>
      </w:r>
      <w:r w:rsidRPr="00553110">
        <w:rPr>
          <w:rFonts w:ascii="Times New Roman" w:hAnsi="Times New Roman"/>
          <w:sz w:val="26"/>
          <w:szCs w:val="26"/>
        </w:rPr>
        <w:tab/>
      </w:r>
      <w:r w:rsidRPr="00553110">
        <w:rPr>
          <w:rFonts w:ascii="Times New Roman" w:hAnsi="Times New Roman"/>
          <w:sz w:val="26"/>
          <w:szCs w:val="26"/>
        </w:rPr>
        <w:tab/>
      </w:r>
      <w:r w:rsidRPr="00553110">
        <w:rPr>
          <w:rFonts w:ascii="Times New Roman" w:hAnsi="Times New Roman"/>
          <w:sz w:val="26"/>
          <w:szCs w:val="26"/>
        </w:rPr>
        <w:tab/>
      </w:r>
      <w:r w:rsidRPr="00553110">
        <w:rPr>
          <w:rFonts w:ascii="Times New Roman" w:hAnsi="Times New Roman"/>
          <w:sz w:val="26"/>
          <w:szCs w:val="26"/>
        </w:rPr>
        <w:tab/>
      </w:r>
      <w:r w:rsidRPr="00553110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Varga Péter</w:t>
      </w:r>
    </w:p>
    <w:p w:rsidR="00536A5B" w:rsidRPr="00553110" w:rsidRDefault="00536A5B" w:rsidP="00E4077D">
      <w:pPr>
        <w:jc w:val="both"/>
        <w:rPr>
          <w:rFonts w:ascii="Times New Roman" w:hAnsi="Times New Roman"/>
          <w:sz w:val="26"/>
          <w:szCs w:val="26"/>
        </w:rPr>
      </w:pPr>
      <w:r w:rsidRPr="00553110">
        <w:rPr>
          <w:rFonts w:ascii="Times New Roman" w:hAnsi="Times New Roman"/>
          <w:sz w:val="26"/>
          <w:szCs w:val="26"/>
        </w:rPr>
        <w:tab/>
      </w:r>
      <w:r w:rsidRPr="00553110">
        <w:rPr>
          <w:rFonts w:ascii="Times New Roman" w:hAnsi="Times New Roman"/>
          <w:sz w:val="26"/>
          <w:szCs w:val="26"/>
        </w:rPr>
        <w:tab/>
      </w:r>
      <w:r w:rsidRPr="00553110">
        <w:rPr>
          <w:rFonts w:ascii="Times New Roman" w:hAnsi="Times New Roman"/>
          <w:sz w:val="26"/>
          <w:szCs w:val="26"/>
        </w:rPr>
        <w:tab/>
      </w:r>
      <w:r w:rsidRPr="00553110">
        <w:rPr>
          <w:rFonts w:ascii="Times New Roman" w:hAnsi="Times New Roman"/>
          <w:sz w:val="26"/>
          <w:szCs w:val="26"/>
        </w:rPr>
        <w:tab/>
      </w:r>
      <w:r w:rsidRPr="00553110">
        <w:rPr>
          <w:rFonts w:ascii="Times New Roman" w:hAnsi="Times New Roman"/>
          <w:sz w:val="26"/>
          <w:szCs w:val="26"/>
        </w:rPr>
        <w:tab/>
      </w:r>
      <w:r w:rsidRPr="00553110">
        <w:rPr>
          <w:rFonts w:ascii="Times New Roman" w:hAnsi="Times New Roman"/>
          <w:sz w:val="26"/>
          <w:szCs w:val="26"/>
        </w:rPr>
        <w:tab/>
      </w:r>
      <w:r w:rsidRPr="00553110">
        <w:rPr>
          <w:rFonts w:ascii="Times New Roman" w:hAnsi="Times New Roman"/>
          <w:sz w:val="26"/>
          <w:szCs w:val="26"/>
        </w:rPr>
        <w:tab/>
      </w:r>
      <w:r w:rsidRPr="00553110">
        <w:rPr>
          <w:rFonts w:ascii="Times New Roman" w:hAnsi="Times New Roman"/>
          <w:sz w:val="26"/>
          <w:szCs w:val="26"/>
        </w:rPr>
        <w:tab/>
      </w:r>
      <w:r w:rsidRPr="00553110">
        <w:rPr>
          <w:rFonts w:ascii="Times New Roman" w:hAnsi="Times New Roman"/>
          <w:sz w:val="26"/>
          <w:szCs w:val="26"/>
        </w:rPr>
        <w:tab/>
        <w:t xml:space="preserve">        elnök </w:t>
      </w:r>
    </w:p>
    <w:p w:rsidR="00536A5B" w:rsidRDefault="00536A5B" w:rsidP="00E07A76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Pápakörnyéki Önkormányzatok Feladatellátó Társulás </w:t>
      </w:r>
    </w:p>
    <w:p w:rsidR="00536A5B" w:rsidRDefault="00536A5B" w:rsidP="00E07A76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Társulási Tanács</w:t>
      </w:r>
    </w:p>
    <w:p w:rsidR="00536A5B" w:rsidRDefault="00536A5B" w:rsidP="00E07A76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/2015. (V. 27.) határozata</w:t>
      </w:r>
    </w:p>
    <w:p w:rsidR="00536A5B" w:rsidRPr="00553110" w:rsidRDefault="00536A5B" w:rsidP="00E07A76">
      <w:pPr>
        <w:jc w:val="both"/>
        <w:rPr>
          <w:rFonts w:ascii="Times New Roman" w:hAnsi="Times New Roman"/>
          <w:b/>
          <w:sz w:val="26"/>
          <w:szCs w:val="26"/>
        </w:rPr>
      </w:pPr>
    </w:p>
    <w:p w:rsidR="00536A5B" w:rsidRPr="00553110" w:rsidRDefault="00536A5B" w:rsidP="00E4077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A Pápakörnyéki Önkormányzatok Feladatellátó</w:t>
      </w:r>
      <w:r w:rsidRPr="00553110">
        <w:rPr>
          <w:rFonts w:ascii="Times New Roman" w:hAnsi="Times New Roman"/>
          <w:sz w:val="26"/>
          <w:szCs w:val="26"/>
        </w:rPr>
        <w:t xml:space="preserve"> Társulás Társulási Tanácsa a személyes gon</w:t>
      </w:r>
      <w:r>
        <w:rPr>
          <w:rFonts w:ascii="Times New Roman" w:hAnsi="Times New Roman"/>
          <w:sz w:val="26"/>
          <w:szCs w:val="26"/>
        </w:rPr>
        <w:t>doskodást nyújtó ellátásokról, a</w:t>
      </w:r>
      <w:r w:rsidRPr="00553110">
        <w:rPr>
          <w:rFonts w:ascii="Times New Roman" w:hAnsi="Times New Roman"/>
          <w:sz w:val="26"/>
          <w:szCs w:val="26"/>
        </w:rPr>
        <w:t xml:space="preserve"> fizetendő térítési d</w:t>
      </w:r>
      <w:r>
        <w:rPr>
          <w:rFonts w:ascii="Times New Roman" w:hAnsi="Times New Roman"/>
          <w:sz w:val="26"/>
          <w:szCs w:val="26"/>
        </w:rPr>
        <w:t xml:space="preserve">íjakról szóló rendelet </w:t>
      </w:r>
      <w:r w:rsidRPr="00553110">
        <w:rPr>
          <w:rFonts w:ascii="Times New Roman" w:hAnsi="Times New Roman"/>
          <w:sz w:val="26"/>
          <w:szCs w:val="26"/>
        </w:rPr>
        <w:t>tervezetét</w:t>
      </w:r>
      <w:r>
        <w:rPr>
          <w:rFonts w:ascii="Times New Roman" w:hAnsi="Times New Roman"/>
          <w:sz w:val="26"/>
          <w:szCs w:val="26"/>
        </w:rPr>
        <w:t xml:space="preserve"> (határozat 1. melléklete)</w:t>
      </w:r>
      <w:r w:rsidRPr="00553110">
        <w:rPr>
          <w:rFonts w:ascii="Times New Roman" w:hAnsi="Times New Roman"/>
          <w:sz w:val="26"/>
          <w:szCs w:val="26"/>
        </w:rPr>
        <w:t xml:space="preserve"> az előterjesztés szerint jóváhagyja. </w:t>
      </w:r>
    </w:p>
    <w:p w:rsidR="00536A5B" w:rsidRDefault="00536A5B" w:rsidP="00E4077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553110">
        <w:rPr>
          <w:rFonts w:ascii="Times New Roman" w:hAnsi="Times New Roman"/>
          <w:sz w:val="26"/>
          <w:szCs w:val="26"/>
        </w:rPr>
        <w:t>A Társulási Tanács fe</w:t>
      </w:r>
      <w:r>
        <w:rPr>
          <w:rFonts w:ascii="Times New Roman" w:hAnsi="Times New Roman"/>
          <w:sz w:val="26"/>
          <w:szCs w:val="26"/>
        </w:rPr>
        <w:t>lkéri a munkaszervezeti feladatokat ellátó jegyzőt</w:t>
      </w:r>
      <w:r w:rsidRPr="00553110">
        <w:rPr>
          <w:rFonts w:ascii="Times New Roman" w:hAnsi="Times New Roman"/>
          <w:sz w:val="26"/>
          <w:szCs w:val="26"/>
        </w:rPr>
        <w:t>, hogy a rendeletmó</w:t>
      </w:r>
      <w:r>
        <w:rPr>
          <w:rFonts w:ascii="Times New Roman" w:hAnsi="Times New Roman"/>
          <w:sz w:val="26"/>
          <w:szCs w:val="26"/>
        </w:rPr>
        <w:t xml:space="preserve">dosítás tervezetét, a társulásban részt vevő önkormányzatok részére a hozzájárulásuk megkérése végett küldje meg, azt követően gondoskodjon a rendelet megalkotása végett Vaszar </w:t>
      </w:r>
      <w:r w:rsidRPr="00553110">
        <w:rPr>
          <w:rFonts w:ascii="Times New Roman" w:hAnsi="Times New Roman"/>
          <w:sz w:val="26"/>
          <w:szCs w:val="26"/>
        </w:rPr>
        <w:t>Község Önkormányzata részére</w:t>
      </w:r>
      <w:r>
        <w:rPr>
          <w:rFonts w:ascii="Times New Roman" w:hAnsi="Times New Roman"/>
          <w:sz w:val="26"/>
          <w:szCs w:val="26"/>
        </w:rPr>
        <w:t xml:space="preserve"> történő előterjesztéséről.</w:t>
      </w:r>
    </w:p>
    <w:p w:rsidR="00536A5B" w:rsidRPr="00553110" w:rsidRDefault="00536A5B" w:rsidP="00E4077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A Társulási Tanács felkéri a Pápakörnyéki Önkormányzatok Feladatellátó Intézmény vezetőjét, hogy</w:t>
      </w:r>
      <w:r w:rsidRPr="00553110">
        <w:rPr>
          <w:rFonts w:ascii="Times New Roman" w:hAnsi="Times New Roman"/>
          <w:sz w:val="26"/>
          <w:szCs w:val="26"/>
        </w:rPr>
        <w:t xml:space="preserve"> a gondozásban részesülők értesítéséről gondoskodjon. </w:t>
      </w:r>
    </w:p>
    <w:p w:rsidR="00536A5B" w:rsidRPr="00553110" w:rsidRDefault="00536A5B" w:rsidP="00E4077D">
      <w:pPr>
        <w:tabs>
          <w:tab w:val="left" w:pos="5400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Az intézményi térítési díj összege 2015. július 1-től lép hatályba</w:t>
      </w:r>
    </w:p>
    <w:p w:rsidR="00536A5B" w:rsidRPr="00553110" w:rsidRDefault="00536A5B" w:rsidP="00E4077D">
      <w:pPr>
        <w:jc w:val="both"/>
        <w:rPr>
          <w:rFonts w:ascii="Times New Roman" w:hAnsi="Times New Roman"/>
          <w:sz w:val="26"/>
          <w:szCs w:val="26"/>
        </w:rPr>
      </w:pPr>
      <w:r w:rsidRPr="00553110">
        <w:rPr>
          <w:rFonts w:ascii="Times New Roman" w:hAnsi="Times New Roman"/>
          <w:sz w:val="26"/>
          <w:szCs w:val="26"/>
        </w:rPr>
        <w:t xml:space="preserve">Határidő: azonnal </w:t>
      </w:r>
    </w:p>
    <w:p w:rsidR="00536A5B" w:rsidRPr="00553110" w:rsidRDefault="00536A5B" w:rsidP="00623282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Felelős: Elnök</w:t>
      </w:r>
    </w:p>
    <w:p w:rsidR="00536A5B" w:rsidRDefault="00536A5B" w:rsidP="00E4077D">
      <w:pPr>
        <w:jc w:val="both"/>
        <w:rPr>
          <w:rFonts w:ascii="Garamond" w:hAnsi="Garamond" w:cs="Arial"/>
          <w:sz w:val="26"/>
          <w:szCs w:val="26"/>
        </w:rPr>
      </w:pPr>
    </w:p>
    <w:p w:rsidR="00536A5B" w:rsidRPr="00C866F9" w:rsidRDefault="00536A5B" w:rsidP="00E4077D">
      <w:pPr>
        <w:rPr>
          <w:rFonts w:ascii="Garamond" w:hAnsi="Garamond" w:cs="Arial"/>
          <w:sz w:val="26"/>
          <w:szCs w:val="26"/>
        </w:rPr>
        <w:sectPr w:rsidR="00536A5B" w:rsidRPr="00C866F9" w:rsidSect="00D70C1F">
          <w:headerReference w:type="even" r:id="rId7"/>
          <w:headerReference w:type="default" r:id="rId8"/>
          <w:pgSz w:w="11906" w:h="16838"/>
          <w:pgMar w:top="899" w:right="1417" w:bottom="1417" w:left="1417" w:header="708" w:footer="708" w:gutter="0"/>
          <w:cols w:space="708"/>
          <w:titlePg/>
          <w:docGrid w:linePitch="360"/>
        </w:sectPr>
      </w:pPr>
    </w:p>
    <w:p w:rsidR="00536A5B" w:rsidRDefault="00536A5B" w:rsidP="00E4077D">
      <w:pPr>
        <w:autoSpaceDE w:val="0"/>
        <w:autoSpaceDN w:val="0"/>
        <w:adjustRightInd w:val="0"/>
        <w:jc w:val="both"/>
        <w:rPr>
          <w:rFonts w:ascii="Garamond" w:hAnsi="Garamond"/>
          <w:b/>
          <w:bCs/>
          <w:sz w:val="26"/>
          <w:szCs w:val="26"/>
        </w:rPr>
      </w:pPr>
    </w:p>
    <w:p w:rsidR="00536A5B" w:rsidRDefault="00536A5B" w:rsidP="002D57C3">
      <w:pPr>
        <w:autoSpaceDE w:val="0"/>
        <w:autoSpaceDN w:val="0"/>
        <w:adjustRightInd w:val="0"/>
        <w:jc w:val="right"/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t xml:space="preserve">1. melléklet </w:t>
      </w:r>
    </w:p>
    <w:p w:rsidR="00536A5B" w:rsidRPr="002D57C3" w:rsidRDefault="00536A5B" w:rsidP="002D57C3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sz w:val="26"/>
          <w:szCs w:val="26"/>
        </w:rPr>
      </w:pPr>
      <w:r>
        <w:rPr>
          <w:rFonts w:ascii="Times-Bold" w:hAnsi="Times-Bold" w:cs="Times-Bold"/>
          <w:b/>
          <w:bCs/>
          <w:sz w:val="24"/>
          <w:szCs w:val="24"/>
        </w:rPr>
        <w:t>Vaszar Község Önkormányzat Képviselő-testületének</w:t>
      </w:r>
    </w:p>
    <w:p w:rsidR="00536A5B" w:rsidRDefault="00536A5B" w:rsidP="00E20DE8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/2015. (…) önkormányzati rendelete</w:t>
      </w:r>
    </w:p>
    <w:p w:rsidR="00536A5B" w:rsidRDefault="00536A5B" w:rsidP="00554894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a Pápakörnyéki Önkormányzatok Feladatellátó Társulása </w:t>
      </w:r>
    </w:p>
    <w:p w:rsidR="00536A5B" w:rsidRDefault="00536A5B" w:rsidP="00554894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 által fenntartott szociális ellátások intézményi térítési díjáról</w:t>
      </w:r>
    </w:p>
    <w:p w:rsidR="00536A5B" w:rsidRDefault="00536A5B" w:rsidP="00554894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</w:p>
    <w:p w:rsidR="00536A5B" w:rsidRDefault="00536A5B" w:rsidP="000406ED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Vaszar Község Önkormányzat Képvisel</w:t>
      </w:r>
      <w:r>
        <w:rPr>
          <w:rFonts w:ascii="TimesNewRoman" w:eastAsia="Times New Roman" w:hAnsi="TimesNewRoman" w:cs="TimesNewRoman" w:hint="eastAsia"/>
          <w:sz w:val="24"/>
          <w:szCs w:val="24"/>
        </w:rPr>
        <w:t>ő</w:t>
      </w:r>
      <w:r>
        <w:rPr>
          <w:rFonts w:ascii="Times-Roman" w:hAnsi="Times-Roman" w:cs="Times-Roman"/>
          <w:sz w:val="24"/>
          <w:szCs w:val="24"/>
        </w:rPr>
        <w:t>–testülete a szociális igazgatásról és szociális ellátásokról szóló 1993. évi III. törvény 92. § (1) bekezdés a) pontja 92/B. § (1) bekezdés a) pontjába kapott felhatalmazás alapján az Alaptörvény 32. Cikk (1) bekezdés a) pontjában meghatározott feladatkörében eljárva, a társulásban részt vevő önkormányzatok véleményének a kikérésével a következ</w:t>
      </w:r>
      <w:r>
        <w:rPr>
          <w:rFonts w:ascii="TimesNewRoman" w:eastAsia="Times New Roman" w:hAnsi="TimesNewRoman" w:cs="TimesNewRoman" w:hint="eastAsia"/>
          <w:sz w:val="24"/>
          <w:szCs w:val="24"/>
        </w:rPr>
        <w:t>ő</w:t>
      </w:r>
      <w:r>
        <w:rPr>
          <w:rFonts w:ascii="Times-Roman" w:hAnsi="Times-Roman" w:cs="Times-Roman"/>
          <w:sz w:val="24"/>
          <w:szCs w:val="24"/>
        </w:rPr>
        <w:t>ket rendeli el:</w:t>
      </w:r>
    </w:p>
    <w:p w:rsidR="00536A5B" w:rsidRDefault="00536A5B" w:rsidP="000406ED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</w:p>
    <w:p w:rsidR="00536A5B" w:rsidRPr="000406ED" w:rsidRDefault="00536A5B" w:rsidP="000406ED">
      <w:pPr>
        <w:autoSpaceDE w:val="0"/>
        <w:autoSpaceDN w:val="0"/>
        <w:adjustRightInd w:val="0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1. § (1)  Vaszar Község Önkormányzat Képvisel</w:t>
      </w:r>
      <w:r>
        <w:rPr>
          <w:rFonts w:ascii="TimesNewRoman" w:eastAsia="Times New Roman" w:hAnsi="TimesNewRoman" w:cs="TimesNewRoman" w:hint="eastAsia"/>
          <w:sz w:val="24"/>
          <w:szCs w:val="24"/>
        </w:rPr>
        <w:t>ő</w:t>
      </w:r>
      <w:r>
        <w:rPr>
          <w:rFonts w:ascii="Times-Roman" w:hAnsi="Times-Roman" w:cs="Times-Roman"/>
          <w:sz w:val="24"/>
          <w:szCs w:val="24"/>
        </w:rPr>
        <w:t>-testülete a Pápakörnyéki Önkormányzatok Feladatellátó Társulás fenntartásában m</w:t>
      </w:r>
      <w:r>
        <w:rPr>
          <w:rFonts w:ascii="TimesNewRoman" w:eastAsia="Times New Roman" w:hAnsi="TimesNewRoman" w:cs="TimesNewRoman" w:hint="eastAsia"/>
          <w:sz w:val="24"/>
          <w:szCs w:val="24"/>
        </w:rPr>
        <w:t>ű</w:t>
      </w:r>
      <w:r>
        <w:rPr>
          <w:rFonts w:ascii="Times-Roman" w:hAnsi="Times-Roman" w:cs="Times-Roman"/>
          <w:sz w:val="24"/>
          <w:szCs w:val="24"/>
        </w:rPr>
        <w:t>ködő</w:t>
      </w:r>
      <w:r>
        <w:rPr>
          <w:rFonts w:ascii="TimesNewRoman" w:eastAsia="TimesNewRoman" w:cs="TimesNew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Pápakörnyéki Önkormányzatok Feladatellátó Intézményben a szolgáltatási önköltség és a központi költségvetésr</w:t>
      </w:r>
      <w:r>
        <w:rPr>
          <w:rFonts w:ascii="TimesNewRoman" w:eastAsia="Times New Roman" w:hAnsi="TimesNewRoman" w:cs="TimesNewRoman" w:hint="eastAsia"/>
          <w:sz w:val="24"/>
          <w:szCs w:val="24"/>
        </w:rPr>
        <w:t>ő</w:t>
      </w:r>
      <w:r>
        <w:rPr>
          <w:rFonts w:ascii="Times-Roman" w:hAnsi="Times-Roman" w:cs="Times-Roman"/>
          <w:sz w:val="24"/>
          <w:szCs w:val="24"/>
        </w:rPr>
        <w:t>l</w:t>
      </w:r>
      <w:r>
        <w:rPr>
          <w:rFonts w:ascii="TimesNewRoman" w:eastAsia="TimesNewRoman" w:cs="TimesNew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szóló törvényben biztosított támogatás egy főre jutó összegének különbözeteként számított</w:t>
      </w:r>
      <w:r>
        <w:rPr>
          <w:rFonts w:ascii="TimesNewRoman" w:eastAsia="TimesNewRoman" w:cs="TimesNew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intézményi térítési díjat az alábbiak szerint állapítja meg.</w:t>
      </w:r>
    </w:p>
    <w:p w:rsidR="00536A5B" w:rsidRDefault="00536A5B" w:rsidP="0055489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(2) Házi segítségnyújtás:</w:t>
      </w:r>
    </w:p>
    <w:p w:rsidR="00536A5B" w:rsidRDefault="00536A5B" w:rsidP="0055489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a) önköltség: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1045 Ft/óra</w:t>
      </w:r>
    </w:p>
    <w:p w:rsidR="00536A5B" w:rsidRDefault="00536A5B" w:rsidP="0055489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normatíva: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 705 Ft/óra</w:t>
      </w:r>
    </w:p>
    <w:p w:rsidR="00536A5B" w:rsidRDefault="00536A5B" w:rsidP="0055489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önköltség normatíva különbözete:</w:t>
      </w:r>
      <w:r>
        <w:rPr>
          <w:rFonts w:ascii="Times-Roman" w:hAnsi="Times-Roman" w:cs="Times-Roman"/>
          <w:sz w:val="24"/>
          <w:szCs w:val="24"/>
        </w:rPr>
        <w:tab/>
        <w:t xml:space="preserve">   340 Ft/óra</w:t>
      </w:r>
    </w:p>
    <w:p w:rsidR="00536A5B" w:rsidRDefault="00536A5B" w:rsidP="0055489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 340 Ft/óra</w:t>
      </w:r>
    </w:p>
    <w:p w:rsidR="00536A5B" w:rsidRDefault="00536A5B" w:rsidP="0055489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(3) Házi segítségnyújtás Gic Község Önkormányzat illetékességi területén:</w:t>
      </w:r>
    </w:p>
    <w:p w:rsidR="00536A5B" w:rsidRDefault="00536A5B" w:rsidP="000406ED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a) önköltség: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1045 Ft/óra</w:t>
      </w:r>
    </w:p>
    <w:p w:rsidR="00536A5B" w:rsidRDefault="00536A5B" w:rsidP="000406ED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normatíva: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705 Ft/óra</w:t>
      </w:r>
    </w:p>
    <w:p w:rsidR="00536A5B" w:rsidRDefault="00536A5B" w:rsidP="000406ED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önköltség normatíva különbözete:</w:t>
      </w:r>
      <w:r>
        <w:rPr>
          <w:rFonts w:ascii="Times-Roman" w:hAnsi="Times-Roman" w:cs="Times-Roman"/>
          <w:sz w:val="24"/>
          <w:szCs w:val="24"/>
        </w:rPr>
        <w:tab/>
        <w:t xml:space="preserve">  340 Ft/óra</w:t>
      </w:r>
    </w:p>
    <w:p w:rsidR="00536A5B" w:rsidRDefault="00536A5B" w:rsidP="000406ED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d) önkormányzati támogatás: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170 Ft/óra</w:t>
      </w:r>
    </w:p>
    <w:p w:rsidR="00536A5B" w:rsidRDefault="00536A5B" w:rsidP="000406ED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170 Ft/óra</w:t>
      </w:r>
    </w:p>
    <w:p w:rsidR="00536A5B" w:rsidRDefault="00536A5B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(4) Házi segítségnyújtás Kup Község Önkormányzat illetékességi területén:</w:t>
      </w:r>
    </w:p>
    <w:p w:rsidR="00536A5B" w:rsidRDefault="00536A5B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a) önköltség: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1045 Ft/óra</w:t>
      </w:r>
    </w:p>
    <w:p w:rsidR="00536A5B" w:rsidRDefault="00536A5B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normatíva: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705 Ft/óra</w:t>
      </w:r>
    </w:p>
    <w:p w:rsidR="00536A5B" w:rsidRDefault="00536A5B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önköltség normatíva különbözete:</w:t>
      </w:r>
      <w:r>
        <w:rPr>
          <w:rFonts w:ascii="Times-Roman" w:hAnsi="Times-Roman" w:cs="Times-Roman"/>
          <w:sz w:val="24"/>
          <w:szCs w:val="24"/>
        </w:rPr>
        <w:tab/>
        <w:t xml:space="preserve">  340 Ft/óra</w:t>
      </w:r>
    </w:p>
    <w:p w:rsidR="00536A5B" w:rsidRDefault="00536A5B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d) önkormányzati támogatás: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100 Ft/óra</w:t>
      </w:r>
    </w:p>
    <w:p w:rsidR="00536A5B" w:rsidRDefault="00536A5B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240 Ft/óra</w:t>
      </w:r>
    </w:p>
    <w:p w:rsidR="00536A5B" w:rsidRDefault="00536A5B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(5) Házi segítségnyújtás Pápakovácsi Község Önkormányzat illetékességi területén:</w:t>
      </w:r>
    </w:p>
    <w:p w:rsidR="00536A5B" w:rsidRDefault="00536A5B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a) önköltség: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1045 Ft/óra</w:t>
      </w:r>
    </w:p>
    <w:p w:rsidR="00536A5B" w:rsidRDefault="00536A5B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normatíva: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705 Ft/óra</w:t>
      </w:r>
    </w:p>
    <w:p w:rsidR="00536A5B" w:rsidRDefault="00536A5B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önköltség normatíva különbözete:</w:t>
      </w:r>
      <w:r>
        <w:rPr>
          <w:rFonts w:ascii="Times-Roman" w:hAnsi="Times-Roman" w:cs="Times-Roman"/>
          <w:sz w:val="24"/>
          <w:szCs w:val="24"/>
        </w:rPr>
        <w:tab/>
        <w:t xml:space="preserve">  340 Ft/óra</w:t>
      </w:r>
    </w:p>
    <w:p w:rsidR="00536A5B" w:rsidRDefault="00536A5B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d) önkormányzati támogatás: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  80 Ft/óra</w:t>
      </w:r>
    </w:p>
    <w:p w:rsidR="00536A5B" w:rsidRDefault="00536A5B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e) intézményi térítési díj: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260 Ft/óra</w:t>
      </w:r>
    </w:p>
    <w:p w:rsidR="00536A5B" w:rsidRDefault="00536A5B" w:rsidP="002D57C3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536A5B" w:rsidRDefault="00536A5B" w:rsidP="000406ED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536A5B" w:rsidRDefault="00536A5B" w:rsidP="000406ED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2.§ (1) E rendelet kihirdetését követő nap lép hatályba, rendelkezéseit 2015. július 1-től kell alkalmazni.</w:t>
      </w:r>
    </w:p>
    <w:p w:rsidR="00536A5B" w:rsidRDefault="00536A5B" w:rsidP="000406ED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536A5B" w:rsidRDefault="00536A5B" w:rsidP="000406ED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536A5B" w:rsidRDefault="00536A5B" w:rsidP="00E20DE8">
      <w:pPr>
        <w:autoSpaceDE w:val="0"/>
        <w:autoSpaceDN w:val="0"/>
        <w:adjustRightInd w:val="0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Varga Péter                                                                           Pfilfné Bagics Judit</w:t>
      </w:r>
    </w:p>
    <w:p w:rsidR="00536A5B" w:rsidRDefault="00536A5B" w:rsidP="00E20DE8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            polgármester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jegyző</w:t>
      </w:r>
    </w:p>
    <w:p w:rsidR="00536A5B" w:rsidRDefault="00536A5B" w:rsidP="00554894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sectPr w:rsidR="00536A5B" w:rsidSect="009C4489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A5B" w:rsidRDefault="00536A5B" w:rsidP="000273F9">
      <w:r>
        <w:separator/>
      </w:r>
    </w:p>
  </w:endnote>
  <w:endnote w:type="continuationSeparator" w:id="0">
    <w:p w:rsidR="00536A5B" w:rsidRDefault="00536A5B" w:rsidP="00027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A5B" w:rsidRDefault="00536A5B" w:rsidP="000273F9">
      <w:r>
        <w:separator/>
      </w:r>
    </w:p>
  </w:footnote>
  <w:footnote w:type="continuationSeparator" w:id="0">
    <w:p w:rsidR="00536A5B" w:rsidRDefault="00536A5B" w:rsidP="000273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A5B" w:rsidRDefault="00536A5B" w:rsidP="005F74A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6A5B" w:rsidRDefault="00536A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A5B" w:rsidRDefault="00536A5B" w:rsidP="005F74A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536A5B" w:rsidRDefault="00536A5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2582"/>
    <w:multiLevelType w:val="hybridMultilevel"/>
    <w:tmpl w:val="C3725E2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F6F4165"/>
    <w:multiLevelType w:val="hybridMultilevel"/>
    <w:tmpl w:val="507E719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077D"/>
    <w:rsid w:val="00025F70"/>
    <w:rsid w:val="000273F9"/>
    <w:rsid w:val="0003383C"/>
    <w:rsid w:val="000406ED"/>
    <w:rsid w:val="000714C5"/>
    <w:rsid w:val="000B27A1"/>
    <w:rsid w:val="000E033D"/>
    <w:rsid w:val="000F091D"/>
    <w:rsid w:val="000F3BB2"/>
    <w:rsid w:val="0012447D"/>
    <w:rsid w:val="00135DCF"/>
    <w:rsid w:val="001902B9"/>
    <w:rsid w:val="001D2564"/>
    <w:rsid w:val="001D6703"/>
    <w:rsid w:val="002204BF"/>
    <w:rsid w:val="00262D83"/>
    <w:rsid w:val="0027114B"/>
    <w:rsid w:val="002715A6"/>
    <w:rsid w:val="002B7AD7"/>
    <w:rsid w:val="002C0761"/>
    <w:rsid w:val="002D57C3"/>
    <w:rsid w:val="002E3CAF"/>
    <w:rsid w:val="002F07CB"/>
    <w:rsid w:val="0032106E"/>
    <w:rsid w:val="00345EB6"/>
    <w:rsid w:val="003A1591"/>
    <w:rsid w:val="003C1E2E"/>
    <w:rsid w:val="003D5BB4"/>
    <w:rsid w:val="00425019"/>
    <w:rsid w:val="00434AD5"/>
    <w:rsid w:val="004548FA"/>
    <w:rsid w:val="004558A1"/>
    <w:rsid w:val="00477F94"/>
    <w:rsid w:val="00483A2C"/>
    <w:rsid w:val="004D2A1E"/>
    <w:rsid w:val="005341C0"/>
    <w:rsid w:val="00536A5B"/>
    <w:rsid w:val="00553110"/>
    <w:rsid w:val="00553166"/>
    <w:rsid w:val="00554894"/>
    <w:rsid w:val="005A4F13"/>
    <w:rsid w:val="005D14FE"/>
    <w:rsid w:val="005D5BA9"/>
    <w:rsid w:val="005F74AD"/>
    <w:rsid w:val="0061708C"/>
    <w:rsid w:val="00623282"/>
    <w:rsid w:val="00677EDD"/>
    <w:rsid w:val="00692DAD"/>
    <w:rsid w:val="007074E5"/>
    <w:rsid w:val="00715EF5"/>
    <w:rsid w:val="007232CE"/>
    <w:rsid w:val="00724C32"/>
    <w:rsid w:val="00734EE8"/>
    <w:rsid w:val="00765808"/>
    <w:rsid w:val="0076618D"/>
    <w:rsid w:val="00772633"/>
    <w:rsid w:val="00773D5C"/>
    <w:rsid w:val="00775509"/>
    <w:rsid w:val="007B00BF"/>
    <w:rsid w:val="007C309A"/>
    <w:rsid w:val="007F4ECC"/>
    <w:rsid w:val="0081677E"/>
    <w:rsid w:val="00817BB4"/>
    <w:rsid w:val="008902A5"/>
    <w:rsid w:val="008A61DA"/>
    <w:rsid w:val="009621FA"/>
    <w:rsid w:val="009C1868"/>
    <w:rsid w:val="009C4489"/>
    <w:rsid w:val="009F1221"/>
    <w:rsid w:val="00A56FF3"/>
    <w:rsid w:val="00A70D6B"/>
    <w:rsid w:val="00A87EE6"/>
    <w:rsid w:val="00AD033E"/>
    <w:rsid w:val="00B00D60"/>
    <w:rsid w:val="00B05A41"/>
    <w:rsid w:val="00B20F85"/>
    <w:rsid w:val="00B31DD6"/>
    <w:rsid w:val="00BA0A96"/>
    <w:rsid w:val="00C107DF"/>
    <w:rsid w:val="00C339E9"/>
    <w:rsid w:val="00C70AEC"/>
    <w:rsid w:val="00C866F9"/>
    <w:rsid w:val="00C9166D"/>
    <w:rsid w:val="00D00CE2"/>
    <w:rsid w:val="00D651B2"/>
    <w:rsid w:val="00D70C1F"/>
    <w:rsid w:val="00DF4D99"/>
    <w:rsid w:val="00DF62A4"/>
    <w:rsid w:val="00E07142"/>
    <w:rsid w:val="00E07A76"/>
    <w:rsid w:val="00E139A4"/>
    <w:rsid w:val="00E20DE8"/>
    <w:rsid w:val="00E236EC"/>
    <w:rsid w:val="00E4077D"/>
    <w:rsid w:val="00E67E2B"/>
    <w:rsid w:val="00EB1229"/>
    <w:rsid w:val="00EB1F87"/>
    <w:rsid w:val="00ED5BA2"/>
    <w:rsid w:val="00F20BF5"/>
    <w:rsid w:val="00F46CE3"/>
    <w:rsid w:val="00F74E22"/>
    <w:rsid w:val="00FB09D2"/>
    <w:rsid w:val="00FC5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77D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4077D"/>
    <w:pPr>
      <w:ind w:left="720"/>
      <w:contextualSpacing/>
    </w:pPr>
  </w:style>
  <w:style w:type="table" w:styleId="TableGrid">
    <w:name w:val="Table Grid"/>
    <w:basedOn w:val="TableNormal"/>
    <w:uiPriority w:val="99"/>
    <w:rsid w:val="00E4077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4077D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4077D"/>
    <w:rPr>
      <w:rFonts w:ascii="Times New Roman" w:hAnsi="Times New Roman" w:cs="Times New Roman"/>
      <w:sz w:val="24"/>
      <w:szCs w:val="24"/>
      <w:lang w:eastAsia="hu-HU"/>
    </w:rPr>
  </w:style>
  <w:style w:type="character" w:styleId="PageNumber">
    <w:name w:val="page number"/>
    <w:basedOn w:val="DefaultParagraphFont"/>
    <w:uiPriority w:val="99"/>
    <w:rsid w:val="00E4077D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AD033E"/>
    <w:pPr>
      <w:ind w:left="284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D033E"/>
    <w:rPr>
      <w:rFonts w:ascii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1010</Words>
  <Characters>6973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PÁPAKÖRNYÉKI ÖNKORMÁNYZATOK</dc:title>
  <dc:subject/>
  <dc:creator>Kezelő4</dc:creator>
  <cp:keywords/>
  <dc:description/>
  <cp:lastModifiedBy>Pápakovácsi</cp:lastModifiedBy>
  <cp:revision>2</cp:revision>
  <cp:lastPrinted>2013-03-04T07:28:00Z</cp:lastPrinted>
  <dcterms:created xsi:type="dcterms:W3CDTF">2015-06-10T13:10:00Z</dcterms:created>
  <dcterms:modified xsi:type="dcterms:W3CDTF">2015-06-10T13:10:00Z</dcterms:modified>
</cp:coreProperties>
</file>