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63C" w:rsidRPr="00F41ECB" w:rsidRDefault="008D263C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>Pápakörnyéki Önkormányzatok Feladatellátó Társulás</w:t>
      </w:r>
    </w:p>
    <w:p w:rsidR="008D263C" w:rsidRPr="00F41ECB" w:rsidRDefault="008D263C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ab/>
      </w:r>
      <w:r w:rsidRPr="00F41ECB">
        <w:rPr>
          <w:rFonts w:ascii="Times New Roman" w:hAnsi="Times New Roman"/>
          <w:b/>
          <w:sz w:val="24"/>
          <w:szCs w:val="24"/>
        </w:rPr>
        <w:tab/>
        <w:t xml:space="preserve">         Elnökétől</w:t>
      </w:r>
    </w:p>
    <w:p w:rsidR="008D263C" w:rsidRPr="00F41ECB" w:rsidRDefault="008D263C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 xml:space="preserve">      8542 Vaszar, Fő u. 29.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Pr="00F41ECB" w:rsidRDefault="008D263C" w:rsidP="00CC7C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>Előterjesztés</w:t>
      </w:r>
    </w:p>
    <w:p w:rsidR="008D263C" w:rsidRPr="00F41ECB" w:rsidRDefault="008D263C" w:rsidP="00CC7C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>a Pápakörnyéki Önkormányzatok Feladatellátó Társulás</w:t>
      </w:r>
    </w:p>
    <w:p w:rsidR="008D263C" w:rsidRPr="00F41ECB" w:rsidRDefault="008D263C" w:rsidP="00CC7C5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>Társulási Tanács</w:t>
      </w:r>
    </w:p>
    <w:p w:rsidR="008D263C" w:rsidRDefault="008D263C" w:rsidP="00CC7C52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2015. április 23</w:t>
      </w:r>
      <w:r w:rsidRPr="00F41ECB">
        <w:rPr>
          <w:rFonts w:ascii="Times New Roman" w:hAnsi="Times New Roman"/>
          <w:b/>
          <w:sz w:val="24"/>
          <w:szCs w:val="24"/>
        </w:rPr>
        <w:t>-i ülésére</w:t>
      </w:r>
    </w:p>
    <w:p w:rsidR="008D263C" w:rsidRDefault="008D263C" w:rsidP="00CC7C52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F41ECB">
        <w:rPr>
          <w:rFonts w:ascii="Times New Roman" w:hAnsi="Times New Roman"/>
          <w:b/>
          <w:sz w:val="24"/>
          <w:szCs w:val="24"/>
        </w:rPr>
        <w:t>Tisztelt Társulási Tanács!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Miniszterelnökséget vezető miniszter 21/2015. (IV. 17) rendelete (továbbiakban: Rendelet) megnyitotta a lehetőséget a 2015. március 31-i ülésen már tárgyalt terepjáró személygépjármű beszerzésére az orvosi ügyelet számára.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Tanácsnak a Rendelet 11. §-a alapján döntést kell hoznia a szolgáltatás szükségességéről.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pályázattal kapcsolatban már megkerestem olyan gépjármű forgalmazókat, akik árajánlatot tudnának adni, az ezzel kapcsolatos válaszukat 2015. április 22-ig kértem részemre megküldeni.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fontos eleme a Rendelet 4. melléklete szerinti un. pontozási táblázat, mivel a támogatási kérelem elutasításra kerül, ha a melléklet szerinti maximális pontszám 50 %-át a támogatást kérő nem éri el.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Maga a pontozási rendszer a társulás vonatkozásában jelenleg több kérdést vet fel, melyeket a támogatási kérelem benyújtásáig feltétlenül tisztázni kell.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támogatási kérelem benyújtásának további feltétele az abban részt vevő önkormányzatok képviselő-testületeinek támogató döntése, melyet az előterjesztés a Társulási Tanács határozatával együtt tartalmaz.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Társulási Tanács a támogatási kérelem benyújtását követően, a soron következő rendes Tanácsülésén kerül sor az önrész finanszírozására tett javaslatunk megtárgyalására. Ezzel kapcsolatban már most szeretném tájékoztatni a Tisztelt Tanácsot, hogy a pályázat benyújtása 1.350.000 Ft költségvetési kötelezettségvállalást jelent, amit vagy önkormányzati pótbefizetésből, vagy az orvosi ügyeleti feladatokat jelenleg ellátó terepjáró értékesítéséből lehet finanszírozni.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Társulási Tanácsot, hogy az előterjesztést megtárgyalni, s a határozati javaslatot elfogadni szíveskedjék.</w:t>
      </w:r>
    </w:p>
    <w:p w:rsidR="008D263C" w:rsidRPr="003977E3" w:rsidRDefault="008D263C" w:rsidP="002919FD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3977E3">
        <w:rPr>
          <w:rFonts w:ascii="Times New Roman" w:hAnsi="Times New Roman"/>
          <w:b/>
          <w:sz w:val="24"/>
          <w:szCs w:val="24"/>
        </w:rPr>
        <w:t>Pápakörnyéki Önkormányzatok Feladatellátó Társulás</w:t>
      </w:r>
    </w:p>
    <w:p w:rsidR="008D263C" w:rsidRPr="003977E3" w:rsidRDefault="008D263C" w:rsidP="002919FD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3977E3">
        <w:rPr>
          <w:rFonts w:ascii="Times New Roman" w:hAnsi="Times New Roman"/>
          <w:b/>
          <w:sz w:val="24"/>
          <w:szCs w:val="24"/>
        </w:rPr>
        <w:t>Társulási Tanács</w:t>
      </w:r>
      <w:bookmarkStart w:id="0" w:name="_GoBack"/>
      <w:bookmarkEnd w:id="0"/>
    </w:p>
    <w:p w:rsidR="008D263C" w:rsidRPr="00CE4B0E" w:rsidRDefault="008D263C" w:rsidP="002919FD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../2015. (IV. 23.</w:t>
      </w:r>
      <w:r w:rsidRPr="00CE4B0E">
        <w:rPr>
          <w:rFonts w:ascii="Times New Roman" w:hAnsi="Times New Roman"/>
          <w:b/>
          <w:sz w:val="24"/>
          <w:szCs w:val="24"/>
        </w:rPr>
        <w:t>) határozata</w:t>
      </w:r>
    </w:p>
    <w:p w:rsidR="008D263C" w:rsidRDefault="008D263C" w:rsidP="002919FD">
      <w:pPr>
        <w:jc w:val="both"/>
      </w:pPr>
      <w:r>
        <w:t>A Pápakörnyéki Önkormányzatok Feladatellátó Társulása Társulási Tanácsa elhatározza, hogy az Európai Mezőgazdasági Vidékfejlesztési Alapból nyújtandó, a vidéki gazdaság és a lakosság számára nyújtott alapszolgáltatások fejlesztésére 2015-tól igénybe vehető támogatások részletes feltételeiről szóló 21/2015. (IV. 17.) MvM. rendelet szerint pályázatot nyújt be, melyben a következő fejlesztéseket kívánja megvalósítani:</w:t>
      </w:r>
    </w:p>
    <w:p w:rsidR="008D263C" w:rsidRDefault="008D263C" w:rsidP="002919FD">
      <w:pPr>
        <w:ind w:left="4248"/>
        <w:jc w:val="both"/>
      </w:pPr>
    </w:p>
    <w:p w:rsidR="008D263C" w:rsidRDefault="008D263C" w:rsidP="002919FD">
      <w:pPr>
        <w:jc w:val="both"/>
      </w:pPr>
      <w:r>
        <w:t>- Terepjáró személygépjármű beszerzése a társulás működési területén lévő egyéb közösségi célú szolgáltatások ellátására</w:t>
      </w:r>
    </w:p>
    <w:p w:rsidR="008D263C" w:rsidRDefault="008D263C" w:rsidP="002919FD">
      <w:pPr>
        <w:jc w:val="both"/>
      </w:pPr>
      <w:r>
        <w:t>- Megvalósítás helye: 8500 Pápa, Anna tér 11., 2885 hrsz.</w:t>
      </w:r>
    </w:p>
    <w:p w:rsidR="008D263C" w:rsidRDefault="008D263C" w:rsidP="002919FD">
      <w:pPr>
        <w:ind w:left="4248"/>
        <w:jc w:val="both"/>
      </w:pPr>
    </w:p>
    <w:p w:rsidR="008D263C" w:rsidRDefault="008D263C" w:rsidP="002919FD">
      <w:pPr>
        <w:jc w:val="both"/>
      </w:pPr>
      <w:r>
        <w:t>A Társulási Tanács kinyilvánítja, hogy a fenti fejlesztés a Társulás és az azt alkotó települések szempontjából előnyös és szükséges.</w:t>
      </w:r>
    </w:p>
    <w:p w:rsidR="008D263C" w:rsidRDefault="008D263C" w:rsidP="002919FD">
      <w:pPr>
        <w:jc w:val="both"/>
      </w:pPr>
      <w:r>
        <w:t>Felelős: Varga Péter elnök</w:t>
      </w:r>
    </w:p>
    <w:p w:rsidR="008D263C" w:rsidRDefault="008D263C" w:rsidP="002919FD">
      <w:pPr>
        <w:jc w:val="both"/>
      </w:pPr>
      <w:r>
        <w:t xml:space="preserve">Határidő: azonnal </w:t>
      </w:r>
    </w:p>
    <w:p w:rsidR="008D263C" w:rsidRDefault="008D263C" w:rsidP="002919FD">
      <w:pPr>
        <w:jc w:val="both"/>
      </w:pPr>
    </w:p>
    <w:p w:rsidR="008D263C" w:rsidRDefault="008D263C" w:rsidP="002919FD">
      <w:pPr>
        <w:jc w:val="both"/>
      </w:pPr>
      <w:r>
        <w:t>A Társulási Tanács felkéri a Társulásban részt vevő Önkormányzatok Képviselő-testületeit, hogy az alábbi határozat meghozatalával a pályázat benyújtását támogassák.</w:t>
      </w:r>
    </w:p>
    <w:p w:rsidR="008D263C" w:rsidRPr="003977E3" w:rsidRDefault="008D263C" w:rsidP="0013530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…… </w:t>
      </w:r>
      <w:r w:rsidRPr="00135307">
        <w:rPr>
          <w:rFonts w:ascii="Times New Roman" w:hAnsi="Times New Roman"/>
          <w:b/>
          <w:sz w:val="24"/>
          <w:szCs w:val="24"/>
          <w:lang w:eastAsia="hu-HU"/>
        </w:rPr>
        <w:t>Község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977E3">
        <w:rPr>
          <w:rFonts w:ascii="Times New Roman" w:hAnsi="Times New Roman"/>
          <w:b/>
          <w:sz w:val="24"/>
          <w:szCs w:val="24"/>
        </w:rPr>
        <w:t>Önkor</w:t>
      </w:r>
      <w:r>
        <w:rPr>
          <w:rFonts w:ascii="Times New Roman" w:hAnsi="Times New Roman"/>
          <w:b/>
          <w:sz w:val="24"/>
          <w:szCs w:val="24"/>
        </w:rPr>
        <w:t>mányzat Képviselő-testületének</w:t>
      </w:r>
    </w:p>
    <w:p w:rsidR="008D263C" w:rsidRPr="00CE4B0E" w:rsidRDefault="008D263C" w:rsidP="00135307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../2015. (IV. …</w:t>
      </w:r>
      <w:r w:rsidRPr="00CE4B0E">
        <w:rPr>
          <w:rFonts w:ascii="Times New Roman" w:hAnsi="Times New Roman"/>
          <w:b/>
          <w:sz w:val="24"/>
          <w:szCs w:val="24"/>
        </w:rPr>
        <w:t>) határozata</w:t>
      </w:r>
    </w:p>
    <w:p w:rsidR="008D263C" w:rsidRDefault="008D263C" w:rsidP="00135307">
      <w:pPr>
        <w:jc w:val="both"/>
      </w:pPr>
      <w:r>
        <w:t>……..  Község Önkormányzat Képviselő-testülete támogatja a Pápakörnyéki Önkormányzatok Feladatellátó Társulása Társulási Tanácsa azon döntését, hogy az Európai Mezőgazdasági Vidékfejlesztési Alapból nyújtandó, a vidéki gazdaság és a lakosság számára nyújtott alapszolgáltatások fejlesztésére 2015-tól igénybe vehető támogatások részletes feltételeiről szóló 21/2015. (IV. 17.) MvM. rendelet szerint pályázatot nyújt be melyben a következő fejlesztéseket kívánja megvalósítani:</w:t>
      </w:r>
    </w:p>
    <w:p w:rsidR="008D263C" w:rsidRDefault="008D263C" w:rsidP="00135307">
      <w:pPr>
        <w:ind w:left="4248"/>
        <w:jc w:val="both"/>
      </w:pPr>
    </w:p>
    <w:p w:rsidR="008D263C" w:rsidRDefault="008D263C" w:rsidP="00135307">
      <w:pPr>
        <w:jc w:val="both"/>
      </w:pPr>
      <w:r>
        <w:t>- Terepjáró személygépjármű beszerzése a társulás működési területén lévő egyéb közösségi  célú szolgáltatások ellátására</w:t>
      </w:r>
    </w:p>
    <w:p w:rsidR="008D263C" w:rsidRDefault="008D263C" w:rsidP="00135307">
      <w:pPr>
        <w:jc w:val="both"/>
      </w:pPr>
      <w:r>
        <w:t>- Megvalósítás helye: 8500 Pápa, Anna tér 11., 2885 hrsz.</w:t>
      </w:r>
    </w:p>
    <w:p w:rsidR="008D263C" w:rsidRDefault="008D263C" w:rsidP="00135307">
      <w:pPr>
        <w:ind w:left="4248"/>
        <w:jc w:val="both"/>
      </w:pPr>
    </w:p>
    <w:p w:rsidR="008D263C" w:rsidRDefault="008D263C" w:rsidP="00135307">
      <w:pPr>
        <w:jc w:val="both"/>
      </w:pPr>
      <w:r>
        <w:t>A Képviselő-testület kinyilvánítja, hogy a fenti fejlesztés a település szempontjából előnyös és szükséges.</w:t>
      </w:r>
    </w:p>
    <w:p w:rsidR="008D263C" w:rsidRDefault="008D263C" w:rsidP="00135307">
      <w:pPr>
        <w:jc w:val="both"/>
      </w:pPr>
      <w:r>
        <w:t>Felelős: …….polgármester</w:t>
      </w:r>
    </w:p>
    <w:p w:rsidR="008D263C" w:rsidRDefault="008D263C" w:rsidP="00135307">
      <w:pPr>
        <w:jc w:val="both"/>
      </w:pPr>
      <w:r>
        <w:t xml:space="preserve">Határidő: azonnal 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D263C" w:rsidRPr="00404F44" w:rsidRDefault="008D263C" w:rsidP="00CC7C52">
      <w:pPr>
        <w:pStyle w:val="NoSpacing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04F44">
        <w:rPr>
          <w:rFonts w:ascii="Times New Roman" w:hAnsi="Times New Roman"/>
          <w:b/>
          <w:sz w:val="24"/>
          <w:szCs w:val="24"/>
          <w:u w:val="single"/>
        </w:rPr>
        <w:t>A Képviselő-testületek fenti határozatát legkésőbb 2015. május 4-ig meg kell hozniuk ahhoz, hogy a támogatási kérelmet a Társulás be tudja nyújtani.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Vaszar, 2015. április 21.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Pr="00404F44" w:rsidRDefault="008D263C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>Varga Péter</w:t>
      </w:r>
    </w:p>
    <w:p w:rsidR="008D263C" w:rsidRPr="00404F44" w:rsidRDefault="008D263C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</w:r>
      <w:r w:rsidRPr="00404F44">
        <w:rPr>
          <w:rFonts w:ascii="Times New Roman" w:hAnsi="Times New Roman"/>
          <w:b/>
          <w:sz w:val="24"/>
          <w:szCs w:val="24"/>
        </w:rPr>
        <w:tab/>
        <w:t xml:space="preserve">    elnök</w:t>
      </w:r>
    </w:p>
    <w:p w:rsidR="008D263C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Pr="00657E79" w:rsidRDefault="008D263C" w:rsidP="00CC7C5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D263C" w:rsidRPr="00F41ECB" w:rsidRDefault="008D263C" w:rsidP="00CC7C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8D263C" w:rsidRDefault="008D263C"/>
    <w:sectPr w:rsidR="008D263C" w:rsidSect="00CE0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444AA"/>
    <w:multiLevelType w:val="hybridMultilevel"/>
    <w:tmpl w:val="F662CCBC"/>
    <w:lvl w:ilvl="0" w:tplc="3432DD98">
      <w:start w:val="2008"/>
      <w:numFmt w:val="bullet"/>
      <w:lvlText w:val="-"/>
      <w:lvlJc w:val="left"/>
      <w:pPr>
        <w:tabs>
          <w:tab w:val="num" w:pos="4950"/>
        </w:tabs>
        <w:ind w:left="4950" w:hanging="705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925"/>
        </w:tabs>
        <w:ind w:left="89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645"/>
        </w:tabs>
        <w:ind w:left="964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365"/>
        </w:tabs>
        <w:ind w:left="103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C52"/>
    <w:rsid w:val="00135307"/>
    <w:rsid w:val="002919FD"/>
    <w:rsid w:val="002E4B62"/>
    <w:rsid w:val="00367191"/>
    <w:rsid w:val="003977E3"/>
    <w:rsid w:val="00404F44"/>
    <w:rsid w:val="00604D6B"/>
    <w:rsid w:val="00657E79"/>
    <w:rsid w:val="00706FA9"/>
    <w:rsid w:val="008D263C"/>
    <w:rsid w:val="00947425"/>
    <w:rsid w:val="00A55BC1"/>
    <w:rsid w:val="00CC7C52"/>
    <w:rsid w:val="00CE045B"/>
    <w:rsid w:val="00CE4B0E"/>
    <w:rsid w:val="00F4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9F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CC7C5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518</Words>
  <Characters>3576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Pápakörnyéki Önkormányzatok Feladatellátó Társulás</dc:title>
  <dc:subject/>
  <dc:creator>Vida Laszlo</dc:creator>
  <cp:keywords/>
  <dc:description/>
  <cp:lastModifiedBy>Pápakovácsi</cp:lastModifiedBy>
  <cp:revision>2</cp:revision>
  <cp:lastPrinted>2015-04-22T12:13:00Z</cp:lastPrinted>
  <dcterms:created xsi:type="dcterms:W3CDTF">2015-04-22T12:14:00Z</dcterms:created>
  <dcterms:modified xsi:type="dcterms:W3CDTF">2015-04-22T12:14:00Z</dcterms:modified>
</cp:coreProperties>
</file>